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3D" w:rsidRPr="00866938" w:rsidRDefault="000D413D" w:rsidP="005805C6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 26.09.2018г.  №997</w:t>
      </w:r>
    </w:p>
    <w:p w:rsidR="000D413D" w:rsidRPr="003A7DFF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D413D" w:rsidRPr="003A7DFF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D413D" w:rsidRPr="00B716DC" w:rsidRDefault="000D413D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2р-1</w:t>
      </w:r>
      <w:r w:rsidRPr="00866938">
        <w:rPr>
          <w:rFonts w:ascii="Times New Roman" w:hAnsi="Times New Roman"/>
          <w:b/>
          <w:bCs/>
          <w:color w:val="26282F"/>
          <w:sz w:val="26"/>
          <w:szCs w:val="26"/>
        </w:rPr>
        <w:t>8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0D413D" w:rsidRPr="00B716DC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D413D" w:rsidRPr="003A7DFF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D413D" w:rsidRPr="003A7DFF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D413D" w:rsidRPr="003A7DFF" w:rsidRDefault="000D413D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D413D" w:rsidRDefault="000D413D"/>
    <w:sectPr w:rsidR="000D413D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014AE"/>
    <w:rsid w:val="00060B08"/>
    <w:rsid w:val="00067577"/>
    <w:rsid w:val="0008404B"/>
    <w:rsid w:val="000C0CA6"/>
    <w:rsid w:val="000D413D"/>
    <w:rsid w:val="000E775E"/>
    <w:rsid w:val="00106296"/>
    <w:rsid w:val="00131604"/>
    <w:rsid w:val="00136DC5"/>
    <w:rsid w:val="00147FA1"/>
    <w:rsid w:val="00184DDC"/>
    <w:rsid w:val="0021647D"/>
    <w:rsid w:val="002168CA"/>
    <w:rsid w:val="00292D46"/>
    <w:rsid w:val="00293117"/>
    <w:rsid w:val="002E3BF9"/>
    <w:rsid w:val="003362C5"/>
    <w:rsid w:val="0035496B"/>
    <w:rsid w:val="003779D2"/>
    <w:rsid w:val="003A7DFF"/>
    <w:rsid w:val="003E529C"/>
    <w:rsid w:val="00411DD2"/>
    <w:rsid w:val="00431C3B"/>
    <w:rsid w:val="00446944"/>
    <w:rsid w:val="004B5B4A"/>
    <w:rsid w:val="004E71E8"/>
    <w:rsid w:val="00522D3C"/>
    <w:rsid w:val="00537D5C"/>
    <w:rsid w:val="00546AF1"/>
    <w:rsid w:val="005805C6"/>
    <w:rsid w:val="005B4F7E"/>
    <w:rsid w:val="005F16AC"/>
    <w:rsid w:val="00644D8B"/>
    <w:rsid w:val="006821CC"/>
    <w:rsid w:val="0069737E"/>
    <w:rsid w:val="00704594"/>
    <w:rsid w:val="007A4C14"/>
    <w:rsid w:val="007C0506"/>
    <w:rsid w:val="007C66CA"/>
    <w:rsid w:val="007E1F06"/>
    <w:rsid w:val="007F777A"/>
    <w:rsid w:val="008055B4"/>
    <w:rsid w:val="00825DAD"/>
    <w:rsid w:val="00842306"/>
    <w:rsid w:val="00846390"/>
    <w:rsid w:val="00866938"/>
    <w:rsid w:val="00867173"/>
    <w:rsid w:val="00867FF6"/>
    <w:rsid w:val="00893B7B"/>
    <w:rsid w:val="008A06CF"/>
    <w:rsid w:val="00914C62"/>
    <w:rsid w:val="00937A37"/>
    <w:rsid w:val="009649E5"/>
    <w:rsid w:val="0096530E"/>
    <w:rsid w:val="00980491"/>
    <w:rsid w:val="009954CF"/>
    <w:rsid w:val="00A03897"/>
    <w:rsid w:val="00A04D26"/>
    <w:rsid w:val="00AA5B72"/>
    <w:rsid w:val="00B2685C"/>
    <w:rsid w:val="00B716DC"/>
    <w:rsid w:val="00BB2E7E"/>
    <w:rsid w:val="00C03B2A"/>
    <w:rsid w:val="00C11BDF"/>
    <w:rsid w:val="00C71A99"/>
    <w:rsid w:val="00C76A6F"/>
    <w:rsid w:val="00C84F1A"/>
    <w:rsid w:val="00CE462B"/>
    <w:rsid w:val="00CF0FCE"/>
    <w:rsid w:val="00D17FAF"/>
    <w:rsid w:val="00D77A98"/>
    <w:rsid w:val="00DA5728"/>
    <w:rsid w:val="00DC0633"/>
    <w:rsid w:val="00DF1F79"/>
    <w:rsid w:val="00E21664"/>
    <w:rsid w:val="00E31CA7"/>
    <w:rsid w:val="00E60988"/>
    <w:rsid w:val="00E706D1"/>
    <w:rsid w:val="00E82EEE"/>
    <w:rsid w:val="00ED42F7"/>
    <w:rsid w:val="00EF1266"/>
    <w:rsid w:val="00F525FE"/>
    <w:rsid w:val="00F87683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0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225</Words>
  <Characters>1287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5</cp:revision>
  <cp:lastPrinted>2018-09-26T09:22:00Z</cp:lastPrinted>
  <dcterms:created xsi:type="dcterms:W3CDTF">2018-09-25T13:13:00Z</dcterms:created>
  <dcterms:modified xsi:type="dcterms:W3CDTF">2018-09-26T12:43:00Z</dcterms:modified>
</cp:coreProperties>
</file>